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18D13" w14:textId="4460DE62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</w:t>
      </w:r>
      <w:r w:rsidR="00EF4199">
        <w:rPr>
          <w:rFonts w:asciiTheme="majorHAnsi" w:eastAsia="Times New Roman" w:hAnsiTheme="majorHAnsi" w:cs="Times New Roman"/>
          <w:lang w:eastAsia="cs-CZ"/>
        </w:rPr>
        <w:t xml:space="preserve">Smlouvy o </w:t>
      </w:r>
      <w:r w:rsidR="00397136">
        <w:rPr>
          <w:rFonts w:asciiTheme="majorHAnsi" w:eastAsia="Times New Roman" w:hAnsiTheme="majorHAnsi" w:cs="Times New Roman"/>
          <w:lang w:eastAsia="cs-CZ"/>
        </w:rPr>
        <w:t>poskytování služeb</w:t>
      </w:r>
      <w:r>
        <w:rPr>
          <w:rFonts w:asciiTheme="majorHAnsi" w:eastAsia="Times New Roman" w:hAnsiTheme="majorHAnsi" w:cs="Times New Roman"/>
          <w:lang w:eastAsia="cs-CZ"/>
        </w:rPr>
        <w:t xml:space="preserve"> č. </w:t>
      </w:r>
      <w:r w:rsidR="00931C16">
        <w:rPr>
          <w:rFonts w:asciiTheme="majorHAnsi" w:eastAsia="Times New Roman" w:hAnsiTheme="majorHAnsi" w:cs="Times New Roman"/>
          <w:lang w:eastAsia="cs-CZ"/>
        </w:rPr>
        <w:t>4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34EC17B9" w:rsidR="00DD29C3" w:rsidRPr="001B629E" w:rsidRDefault="00F774A6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01E5D4D0" w:rsidR="00DD29C3" w:rsidRPr="001B629E" w:rsidRDefault="00F774A6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51F3609F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F774A6">
              <w:rPr>
                <w:rFonts w:asciiTheme="majorHAnsi" w:hAnsiTheme="majorHAnsi" w:cs="Tahoma"/>
                <w:i/>
                <w:highlight w:val="green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0DDC0CFA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F774A6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38AD949A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F774A6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4EE281B0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F774A6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F774A6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2B30D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BDE6E" w14:textId="77777777" w:rsidR="002B30D2" w:rsidRDefault="002B30D2" w:rsidP="00962258">
      <w:pPr>
        <w:spacing w:after="0" w:line="240" w:lineRule="auto"/>
      </w:pPr>
      <w:r>
        <w:separator/>
      </w:r>
    </w:p>
  </w:endnote>
  <w:endnote w:type="continuationSeparator" w:id="0">
    <w:p w14:paraId="2C4B7E0F" w14:textId="77777777" w:rsidR="002B30D2" w:rsidRDefault="002B30D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3BF9847" w14:textId="77777777" w:rsidR="003C1C4F" w:rsidRDefault="003C1C4F" w:rsidP="003C1C4F">
          <w:pPr>
            <w:pStyle w:val="Zpat"/>
          </w:pPr>
          <w:r>
            <w:t>Oblastní ředitelství Ústí nad Labem</w:t>
          </w:r>
        </w:p>
        <w:p w14:paraId="3841A6F2" w14:textId="77777777" w:rsidR="003C1C4F" w:rsidRDefault="003C1C4F" w:rsidP="003C1C4F">
          <w:pPr>
            <w:pStyle w:val="Zpat"/>
          </w:pPr>
          <w:r>
            <w:t>Železničářská 1386/31</w:t>
          </w:r>
        </w:p>
        <w:p w14:paraId="44F720C3" w14:textId="49AE72DF" w:rsidR="00F1715C" w:rsidRDefault="003C1C4F" w:rsidP="003C1C4F">
          <w:pPr>
            <w:pStyle w:val="Zpat"/>
          </w:pPr>
          <w:r>
            <w:t>400 03 Ústí nad Labem</w:t>
          </w: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8219B" w14:textId="77777777" w:rsidR="002B30D2" w:rsidRDefault="002B30D2" w:rsidP="00962258">
      <w:pPr>
        <w:spacing w:after="0" w:line="240" w:lineRule="auto"/>
      </w:pPr>
      <w:r>
        <w:separator/>
      </w:r>
    </w:p>
  </w:footnote>
  <w:footnote w:type="continuationSeparator" w:id="0">
    <w:p w14:paraId="15501B28" w14:textId="77777777" w:rsidR="002B30D2" w:rsidRDefault="002B30D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B30D2"/>
    <w:rsid w:val="002C31BF"/>
    <w:rsid w:val="002D08B1"/>
    <w:rsid w:val="002E0CD7"/>
    <w:rsid w:val="003146C2"/>
    <w:rsid w:val="00331BE6"/>
    <w:rsid w:val="00341DCF"/>
    <w:rsid w:val="00357BC6"/>
    <w:rsid w:val="003956C6"/>
    <w:rsid w:val="00397136"/>
    <w:rsid w:val="003C1C4F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1602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659F3"/>
    <w:rsid w:val="00886D4B"/>
    <w:rsid w:val="00894F24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1C16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EF4199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774A6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F1602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217842-6AB2-4005-B69F-9F0708FF35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115</Words>
  <Characters>684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Lepešková Marie, Bc.</cp:lastModifiedBy>
  <cp:revision>6</cp:revision>
  <cp:lastPrinted>2017-11-28T17:18:00Z</cp:lastPrinted>
  <dcterms:created xsi:type="dcterms:W3CDTF">2024-01-25T09:37:00Z</dcterms:created>
  <dcterms:modified xsi:type="dcterms:W3CDTF">2024-11-13T08:41:00Z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